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944EEB" w14:textId="3EB485A5" w:rsidR="000A3528" w:rsidRPr="000A3528" w:rsidRDefault="000A3528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 xml:space="preserve">Приложение № </w:t>
      </w:r>
      <w:r w:rsidR="00060BCF">
        <w:rPr>
          <w:rFonts w:eastAsia="Times New Roman"/>
          <w:szCs w:val="28"/>
          <w:lang w:eastAsia="ru-RU"/>
        </w:rPr>
        <w:t>8</w:t>
      </w:r>
    </w:p>
    <w:p w14:paraId="6DA46C14" w14:textId="02EE8E49" w:rsidR="000A3528" w:rsidRPr="000A3528" w:rsidRDefault="000A3528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УТВЕРЖДЕН</w:t>
      </w:r>
    </w:p>
    <w:p w14:paraId="57D32BE2" w14:textId="77777777" w:rsidR="000A3528" w:rsidRPr="000A3528" w:rsidRDefault="000A3528" w:rsidP="000A3528">
      <w:pPr>
        <w:tabs>
          <w:tab w:val="left" w:pos="4962"/>
          <w:tab w:val="left" w:pos="9653"/>
        </w:tabs>
        <w:ind w:left="5103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решением Совета муниципального образования Новокубанский район</w:t>
      </w:r>
    </w:p>
    <w:p w14:paraId="5B47573D" w14:textId="2E4BC13C" w:rsidR="000A3528" w:rsidRPr="000A3528" w:rsidRDefault="00441285" w:rsidP="000A3528">
      <w:pPr>
        <w:tabs>
          <w:tab w:val="left" w:pos="4962"/>
        </w:tabs>
        <w:ind w:left="5103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от ___________</w:t>
      </w:r>
      <w:r w:rsidR="00C535D0">
        <w:rPr>
          <w:rFonts w:eastAsia="Times New Roman"/>
          <w:bCs/>
          <w:szCs w:val="28"/>
          <w:lang w:eastAsia="ru-RU"/>
        </w:rPr>
        <w:t xml:space="preserve"> </w:t>
      </w:r>
      <w:r w:rsidR="009D6E25">
        <w:rPr>
          <w:rFonts w:eastAsia="Times New Roman"/>
          <w:bCs/>
          <w:szCs w:val="28"/>
          <w:lang w:eastAsia="ru-RU"/>
        </w:rPr>
        <w:t>202</w:t>
      </w:r>
      <w:r w:rsidR="007C3A67">
        <w:rPr>
          <w:rFonts w:eastAsia="Times New Roman"/>
          <w:bCs/>
          <w:szCs w:val="28"/>
          <w:lang w:eastAsia="ru-RU"/>
        </w:rPr>
        <w:t>5</w:t>
      </w:r>
      <w:r>
        <w:rPr>
          <w:rFonts w:eastAsia="Times New Roman"/>
          <w:bCs/>
          <w:szCs w:val="28"/>
          <w:lang w:eastAsia="ru-RU"/>
        </w:rPr>
        <w:t xml:space="preserve"> года № ______</w:t>
      </w:r>
    </w:p>
    <w:p w14:paraId="08FBE81E" w14:textId="77777777" w:rsidR="00461704" w:rsidRDefault="00461704" w:rsidP="00D472CF">
      <w:pPr>
        <w:ind w:left="4962"/>
        <w:jc w:val="center"/>
        <w:rPr>
          <w:bCs/>
          <w:szCs w:val="28"/>
        </w:rPr>
      </w:pPr>
    </w:p>
    <w:p w14:paraId="430477E7" w14:textId="77777777" w:rsidR="00FF3996" w:rsidRDefault="00FF3996" w:rsidP="00D472CF">
      <w:pPr>
        <w:ind w:hanging="425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DC1354">
        <w:rPr>
          <w:b/>
          <w:szCs w:val="28"/>
        </w:rPr>
        <w:t>БЪЕМ</w:t>
      </w:r>
    </w:p>
    <w:p w14:paraId="005AE046" w14:textId="77777777" w:rsidR="00195C65" w:rsidRDefault="00DC1354" w:rsidP="00224113">
      <w:pPr>
        <w:jc w:val="center"/>
        <w:rPr>
          <w:b/>
          <w:szCs w:val="28"/>
        </w:rPr>
      </w:pPr>
      <w:r w:rsidRPr="00DC1354">
        <w:rPr>
          <w:b/>
          <w:szCs w:val="28"/>
        </w:rPr>
        <w:t>бюджетных ассигнований, направляемых на социальную</w:t>
      </w:r>
      <w:r w:rsidR="00493BEB">
        <w:rPr>
          <w:b/>
          <w:szCs w:val="28"/>
        </w:rPr>
        <w:t xml:space="preserve"> </w:t>
      </w:r>
      <w:r w:rsidRPr="00DC1354">
        <w:rPr>
          <w:b/>
          <w:szCs w:val="28"/>
        </w:rPr>
        <w:t>поддержку</w:t>
      </w:r>
    </w:p>
    <w:p w14:paraId="574B35F7" w14:textId="75018DE0" w:rsidR="00195C65" w:rsidRDefault="00DC1354" w:rsidP="00224113">
      <w:pPr>
        <w:jc w:val="center"/>
        <w:rPr>
          <w:b/>
          <w:szCs w:val="28"/>
        </w:rPr>
      </w:pPr>
      <w:r w:rsidRPr="00DC1354">
        <w:rPr>
          <w:b/>
          <w:szCs w:val="28"/>
        </w:rPr>
        <w:t xml:space="preserve">детей и семей, имеющих детей, </w:t>
      </w:r>
      <w:r w:rsidR="007C3A67">
        <w:rPr>
          <w:b/>
          <w:szCs w:val="28"/>
        </w:rPr>
        <w:t>на 2026</w:t>
      </w:r>
      <w:r w:rsidR="00493BEB" w:rsidRPr="00493BEB">
        <w:rPr>
          <w:b/>
          <w:szCs w:val="28"/>
        </w:rPr>
        <w:t xml:space="preserve"> год и на плановый </w:t>
      </w:r>
    </w:p>
    <w:p w14:paraId="393DDBDC" w14:textId="3BFBECDC" w:rsidR="00035823" w:rsidRDefault="007C3A67" w:rsidP="00224113">
      <w:pPr>
        <w:jc w:val="center"/>
        <w:rPr>
          <w:b/>
          <w:szCs w:val="28"/>
        </w:rPr>
      </w:pPr>
      <w:r>
        <w:rPr>
          <w:b/>
          <w:szCs w:val="28"/>
        </w:rPr>
        <w:t>период 2027 и 2028</w:t>
      </w:r>
      <w:r w:rsidR="00493BEB" w:rsidRPr="00493BEB">
        <w:rPr>
          <w:b/>
          <w:szCs w:val="28"/>
        </w:rPr>
        <w:t xml:space="preserve"> годов</w:t>
      </w:r>
    </w:p>
    <w:p w14:paraId="457D13E5" w14:textId="787BD908" w:rsidR="00D472CF" w:rsidRDefault="00391F51" w:rsidP="00D472CF">
      <w:pPr>
        <w:ind w:hanging="425"/>
        <w:jc w:val="right"/>
        <w:rPr>
          <w:szCs w:val="28"/>
        </w:rPr>
      </w:pPr>
      <w:r>
        <w:rPr>
          <w:szCs w:val="28"/>
        </w:rPr>
        <w:t>(тысяч</w:t>
      </w:r>
      <w:r w:rsidR="00D472CF">
        <w:rPr>
          <w:szCs w:val="28"/>
        </w:rPr>
        <w:t xml:space="preserve"> рублей)</w:t>
      </w:r>
    </w:p>
    <w:tbl>
      <w:tblPr>
        <w:tblW w:w="963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80"/>
        <w:gridCol w:w="4802"/>
        <w:gridCol w:w="1417"/>
        <w:gridCol w:w="1418"/>
        <w:gridCol w:w="1417"/>
      </w:tblGrid>
      <w:tr w:rsidR="00AB2741" w:rsidRPr="005618A7" w14:paraId="7C1C1810" w14:textId="77777777" w:rsidTr="00282CF8">
        <w:trPr>
          <w:trHeight w:val="20"/>
          <w:tblHeader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88FC8" w14:textId="77777777" w:rsidR="00AB2741" w:rsidRPr="005618A7" w:rsidRDefault="00AB2741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8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09C37" w14:textId="77777777" w:rsidR="00AB2741" w:rsidRPr="005618A7" w:rsidRDefault="00AB2741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8AF5B" w14:textId="74FED72B" w:rsidR="00AB2741" w:rsidRPr="005618A7" w:rsidRDefault="00AB2741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AB2741" w:rsidRPr="005618A7" w14:paraId="6BE1CD5A" w14:textId="77777777" w:rsidTr="005A4283">
        <w:trPr>
          <w:trHeight w:val="20"/>
          <w:tblHeader/>
        </w:trPr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A1E91" w14:textId="77777777" w:rsidR="00AB2741" w:rsidRPr="005618A7" w:rsidRDefault="00AB2741" w:rsidP="00AB2741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3666E" w14:textId="77777777" w:rsidR="00AB2741" w:rsidRPr="005618A7" w:rsidRDefault="00AB2741" w:rsidP="00AB2741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D8E49" w14:textId="720E214F" w:rsidR="00AB2741" w:rsidRDefault="00AB2741" w:rsidP="007C3A67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202</w:t>
            </w:r>
            <w:r w:rsidR="007C3A67">
              <w:rPr>
                <w:rFonts w:eastAsia="Times New Roman"/>
                <w:bCs/>
                <w:sz w:val="24"/>
                <w:szCs w:val="24"/>
                <w:lang w:eastAsia="ru-RU"/>
              </w:rPr>
              <w:t>6</w:t>
            </w: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857F8" w14:textId="3E5CAC02" w:rsidR="00AB2741" w:rsidRDefault="00AB2741" w:rsidP="00AB2741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  <w:r w:rsidR="007C3A67">
              <w:rPr>
                <w:rFonts w:eastAsia="Times New Roman"/>
                <w:bCs/>
                <w:sz w:val="24"/>
                <w:szCs w:val="24"/>
                <w:lang w:eastAsia="ru-RU"/>
              </w:rPr>
              <w:t>027</w:t>
            </w: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38995" w14:textId="150DABBA" w:rsidR="00AB2741" w:rsidRDefault="007C3A67" w:rsidP="00AB2741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2028</w:t>
            </w:r>
            <w:r w:rsidR="00AB2741"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36D2B" w:rsidRPr="005618A7" w14:paraId="1072FDDC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40E21" w14:textId="77777777" w:rsidR="00E36D2B" w:rsidRPr="005618A7" w:rsidRDefault="00E36D2B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EEC9E" w14:textId="77777777" w:rsidR="00E36D2B" w:rsidRPr="002665DF" w:rsidRDefault="00E36D2B" w:rsidP="00E36D2B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665D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84110" w14:textId="3240CFC3" w:rsidR="00E36D2B" w:rsidRPr="00760562" w:rsidRDefault="00760562" w:rsidP="009A10C9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76056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269 723,</w:t>
            </w:r>
            <w:r w:rsidR="009A10C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4F094" w14:textId="283B8E3A" w:rsidR="00E36D2B" w:rsidRPr="00760562" w:rsidRDefault="00760562" w:rsidP="002A35C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76056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272 811,2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E6203" w14:textId="7C099B08" w:rsidR="00E36D2B" w:rsidRPr="00760562" w:rsidRDefault="00760562" w:rsidP="00E36D2B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76056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220 085,6</w:t>
            </w:r>
          </w:p>
        </w:tc>
      </w:tr>
      <w:tr w:rsidR="00E36D2B" w:rsidRPr="005618A7" w14:paraId="69057B26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D4365" w14:textId="7C2C056D" w:rsidR="00E36D2B" w:rsidRPr="005618A7" w:rsidRDefault="0037321F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F7E3D" w14:textId="10808D08" w:rsidR="00E36D2B" w:rsidRPr="005618A7" w:rsidRDefault="004C05B2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C05B2">
              <w:rPr>
                <w:rFonts w:eastAsia="Times New Roman"/>
                <w:sz w:val="24"/>
                <w:szCs w:val="24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AD06F" w14:textId="5DC3EE0B" w:rsidR="00E36D2B" w:rsidRPr="005618A7" w:rsidRDefault="007C3A67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65 316,4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B3047" w14:textId="314ACA99" w:rsidR="00E36D2B" w:rsidRPr="005618A7" w:rsidRDefault="007C3A67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C3A67">
              <w:rPr>
                <w:rFonts w:eastAsia="Times New Roman"/>
                <w:sz w:val="24"/>
                <w:szCs w:val="24"/>
                <w:lang w:eastAsia="ru-RU"/>
              </w:rPr>
              <w:t>65 316,4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7FA99" w14:textId="2D002D3D" w:rsidR="008334BF" w:rsidRPr="005618A7" w:rsidRDefault="007C3A67" w:rsidP="008334BF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C3A67">
              <w:rPr>
                <w:rFonts w:eastAsia="Times New Roman"/>
                <w:sz w:val="24"/>
                <w:szCs w:val="24"/>
                <w:lang w:eastAsia="ru-RU"/>
              </w:rPr>
              <w:t>65 316,4</w:t>
            </w:r>
          </w:p>
        </w:tc>
      </w:tr>
      <w:tr w:rsidR="00E36D2B" w:rsidRPr="005618A7" w14:paraId="02638565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24A28" w14:textId="06EF0C9A" w:rsidR="00E36D2B" w:rsidRPr="005618A7" w:rsidRDefault="0037321F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A2D7" w14:textId="3892B1CD" w:rsidR="00E36D2B" w:rsidRPr="005618A7" w:rsidRDefault="00E45734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="004C05B2" w:rsidRPr="004C05B2">
              <w:rPr>
                <w:rFonts w:eastAsia="Times New Roman"/>
                <w:sz w:val="24"/>
                <w:szCs w:val="24"/>
                <w:lang w:eastAsia="ru-RU"/>
              </w:rPr>
              <w:t>ыплата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на воспитание в приемную семью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B08CC" w14:textId="7D1B634A" w:rsidR="00E36D2B" w:rsidRPr="005618A7" w:rsidRDefault="007C3A67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53 754,7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D22CC" w14:textId="1C8A3B4F" w:rsidR="00E36D2B" w:rsidRPr="005618A7" w:rsidRDefault="007C3A67" w:rsidP="009E0259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55</w:t>
            </w:r>
            <w:r w:rsidR="0076056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905,0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CB7CA" w14:textId="05B23524" w:rsidR="00E36D2B" w:rsidRPr="005618A7" w:rsidRDefault="007C3A67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58 141,3</w:t>
            </w:r>
          </w:p>
        </w:tc>
      </w:tr>
      <w:tr w:rsidR="00E36D2B" w:rsidRPr="005618A7" w14:paraId="2C73EB20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13255" w14:textId="2971C98E" w:rsidR="00E36D2B" w:rsidRPr="005618A7" w:rsidRDefault="0037321F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4BB07" w14:textId="2642FF3E" w:rsidR="00E36D2B" w:rsidRPr="005618A7" w:rsidRDefault="00E45734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E45734">
              <w:rPr>
                <w:rFonts w:eastAsia="Times New Roman"/>
                <w:sz w:val="24"/>
                <w:szCs w:val="24"/>
                <w:lang w:eastAsia="ru-RU"/>
              </w:rPr>
              <w:t>ыплата ежемесячного вознаграждения, причитающегося приемным родителям за оказание усл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уг по воспитанию приемных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7C558" w14:textId="1BC65CFB" w:rsidR="00E36D2B" w:rsidRPr="005618A7" w:rsidRDefault="007C3A67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44 065,2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ABDF3" w14:textId="5EF509FC" w:rsidR="00E36D2B" w:rsidRPr="005618A7" w:rsidRDefault="007C3A67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45 674,6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5EC38" w14:textId="483FD7C5" w:rsidR="00E36D2B" w:rsidRPr="005618A7" w:rsidRDefault="007C3A67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45 674,6</w:t>
            </w:r>
          </w:p>
        </w:tc>
      </w:tr>
      <w:tr w:rsidR="00E45734" w:rsidRPr="005618A7" w14:paraId="081E4274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A8B28" w14:textId="0A05477B" w:rsidR="00E45734" w:rsidRDefault="007C3A6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962FC" w14:textId="68DFB692" w:rsidR="00E45734" w:rsidRDefault="00E45734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E45734">
              <w:rPr>
                <w:rFonts w:eastAsia="Times New Roman"/>
                <w:sz w:val="24"/>
                <w:szCs w:val="24"/>
                <w:lang w:eastAsia="ru-RU"/>
              </w:rPr>
              <w:t>ыплата ежемесячных денежных средств на содержание детей, нуждающихся в особой заботе государства, перед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анных на патронатное воспитание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73524" w14:textId="51614FBD" w:rsidR="00E45734" w:rsidRDefault="007C3A67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190,5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E6685" w14:textId="663CD2D0" w:rsidR="00E45734" w:rsidRDefault="007C3A67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198,1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FB7E3" w14:textId="1D6146E8" w:rsidR="00E45734" w:rsidRDefault="007C3A67" w:rsidP="00441285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206,0</w:t>
            </w:r>
          </w:p>
        </w:tc>
      </w:tr>
      <w:tr w:rsidR="00E45734" w:rsidRPr="005618A7" w14:paraId="3AC06908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3A67B" w14:textId="51516BD1" w:rsidR="00E45734" w:rsidRDefault="007C3A6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68822" w14:textId="507EFAA6" w:rsidR="00E45734" w:rsidRDefault="00E45734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E45734">
              <w:rPr>
                <w:rFonts w:eastAsia="Times New Roman"/>
                <w:sz w:val="24"/>
                <w:szCs w:val="24"/>
                <w:lang w:eastAsia="ru-RU"/>
              </w:rPr>
              <w:t>ыплата ежемесячного вознаграждения, причитающегося патронатным воспитателям за оказание услуг по осуществлению патронатного воспитания и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постинтернатного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сопровождения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17D2F" w14:textId="2E66A2DB" w:rsidR="00E45734" w:rsidRDefault="007C3A67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C3F3A" w14:textId="52380431" w:rsidR="00E45734" w:rsidRDefault="007C3A67" w:rsidP="00441285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27507" w14:textId="6CB776C4" w:rsidR="00E45734" w:rsidRDefault="007C3A67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212,1</w:t>
            </w:r>
          </w:p>
        </w:tc>
      </w:tr>
      <w:tr w:rsidR="00E36D2B" w:rsidRPr="005618A7" w14:paraId="098CC7CB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FE8BD" w14:textId="51C8FB48" w:rsidR="00E36D2B" w:rsidRPr="005618A7" w:rsidRDefault="007C3A6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08AC0" w14:textId="77777777" w:rsidR="00E36D2B" w:rsidRPr="005618A7" w:rsidRDefault="00E36D2B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7DDC4" w14:textId="0B7EF203" w:rsidR="00E36D2B" w:rsidRPr="005618A7" w:rsidRDefault="007C3A67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10 562,9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35EE7" w14:textId="1C831DB8" w:rsidR="00E36D2B" w:rsidRPr="005618A7" w:rsidRDefault="007C3A67" w:rsidP="007C3A6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10 562,9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C8E52" w14:textId="3A5760A1" w:rsidR="00E36D2B" w:rsidRPr="005618A7" w:rsidRDefault="007C3A67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10 562,9</w:t>
            </w:r>
          </w:p>
        </w:tc>
      </w:tr>
      <w:tr w:rsidR="00E36D2B" w:rsidRPr="005618A7" w14:paraId="36929A2A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54398" w14:textId="51EC343F" w:rsidR="00E36D2B" w:rsidRPr="005618A7" w:rsidRDefault="007C3A67" w:rsidP="00083A73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F28B0" w14:textId="5A779A80" w:rsidR="00E36D2B" w:rsidRPr="005618A7" w:rsidRDefault="00752DEF" w:rsidP="00E36D2B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D182B">
              <w:rPr>
                <w:rFonts w:eastAsia="Times New Roman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8B530" w14:textId="4FCC2EFE" w:rsidR="00E36D2B" w:rsidRPr="00166BA5" w:rsidRDefault="00166BA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1 560,</w:t>
            </w:r>
            <w:r w:rsidR="007C3A67" w:rsidRPr="00166BA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BD6B1" w14:textId="6733ADF9" w:rsidR="00E36D2B" w:rsidRPr="00166BA5" w:rsidRDefault="00166BA5" w:rsidP="00441285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31</w:t>
            </w:r>
            <w:r w:rsidR="00723355" w:rsidRPr="00166BA5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81FA3" w14:textId="44A61248" w:rsidR="00E36D2B" w:rsidRPr="00166BA5" w:rsidRDefault="00166BA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310</w:t>
            </w:r>
            <w:r w:rsidR="00723355" w:rsidRPr="00166BA5">
              <w:rPr>
                <w:rFonts w:eastAsia="Times New Roman"/>
                <w:sz w:val="24"/>
                <w:szCs w:val="24"/>
                <w:lang w:eastAsia="ru-RU"/>
              </w:rPr>
              <w:t>,0</w:t>
            </w:r>
          </w:p>
        </w:tc>
      </w:tr>
      <w:tr w:rsidR="00E36D2B" w:rsidRPr="005618A7" w14:paraId="60CDCAA2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1111B" w14:textId="4588DF8A" w:rsidR="00E36D2B" w:rsidRPr="005618A7" w:rsidRDefault="007C3A6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9F61A" w14:textId="50F900CC" w:rsidR="00E36D2B" w:rsidRPr="005618A7" w:rsidRDefault="00B8662F" w:rsidP="002C65D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B8662F">
              <w:rPr>
                <w:rFonts w:eastAsia="Times New Roman"/>
                <w:sz w:val="24"/>
                <w:szCs w:val="24"/>
                <w:lang w:eastAsia="ru-RU"/>
              </w:rPr>
              <w:t>плата проезда детей-сирот и детей, оставшихся без попечения родителей, находя</w:t>
            </w:r>
            <w:r w:rsidRPr="00B8662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щихся под опекой (попечительством), включая предварительную опеку (попечительство), переданных на воспитание в приемную семью или на патронатное воспит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ание, к месту лечения и обратно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30D3F" w14:textId="15D31834" w:rsidR="00E36D2B" w:rsidRPr="005618A7" w:rsidRDefault="007C3A67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653,5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026DE" w14:textId="70FDCBE3" w:rsidR="00E36D2B" w:rsidRPr="005618A7" w:rsidRDefault="007C3A67" w:rsidP="00713E16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653,5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FEB97" w14:textId="5483818C" w:rsidR="00E36D2B" w:rsidRPr="005618A7" w:rsidRDefault="007C3A67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653,5</w:t>
            </w:r>
          </w:p>
        </w:tc>
      </w:tr>
      <w:tr w:rsidR="002A35C0" w:rsidRPr="005618A7" w14:paraId="71168CE7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D9514" w14:textId="60DCFAB8" w:rsidR="002A35C0" w:rsidRPr="005618A7" w:rsidRDefault="007C3A67" w:rsidP="003D56B8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CF349" w14:textId="437CB0E2" w:rsidR="002A35C0" w:rsidRPr="005618A7" w:rsidRDefault="002A35C0" w:rsidP="002C65D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D182B">
              <w:rPr>
                <w:rFonts w:eastAsia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E1B3F" w14:textId="607657AA" w:rsidR="002A35C0" w:rsidRDefault="007C3A67" w:rsidP="0069443E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2 721,2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83706" w14:textId="38C43FED" w:rsidR="002A35C0" w:rsidRDefault="007C3A67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2 789,2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3B3D3" w14:textId="666B4783" w:rsidR="002A35C0" w:rsidRDefault="007C3A67" w:rsidP="0069443E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2 974,7</w:t>
            </w:r>
          </w:p>
        </w:tc>
      </w:tr>
      <w:tr w:rsidR="000325B3" w:rsidRPr="005618A7" w14:paraId="6A35A73B" w14:textId="77777777" w:rsidTr="002665DF">
        <w:trPr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6D88F" w14:textId="354BDF12" w:rsidR="000325B3" w:rsidRPr="005618A7" w:rsidRDefault="007C3A6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ECC4D" w14:textId="20ADB114" w:rsidR="000325B3" w:rsidRPr="005618A7" w:rsidRDefault="00F52D57" w:rsidP="00F52D57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F52D57">
              <w:rPr>
                <w:rFonts w:eastAsia="Times New Roman"/>
                <w:sz w:val="24"/>
                <w:szCs w:val="24"/>
                <w:lang w:eastAsia="ru-RU"/>
              </w:rPr>
              <w:t>Обеспечение питанием обучающихся в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08475" w14:textId="752E5446" w:rsidR="000325B3" w:rsidRPr="00760562" w:rsidRDefault="00760562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60562">
              <w:rPr>
                <w:rFonts w:eastAsia="Times New Roman"/>
                <w:sz w:val="24"/>
                <w:szCs w:val="24"/>
                <w:lang w:eastAsia="ru-RU"/>
              </w:rPr>
              <w:t>90 694,8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65837" w14:textId="2BE8E7B8" w:rsidR="000325B3" w:rsidRPr="00760562" w:rsidRDefault="00760562" w:rsidP="00713E16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60562">
              <w:rPr>
                <w:rFonts w:eastAsia="Times New Roman"/>
                <w:sz w:val="24"/>
                <w:szCs w:val="24"/>
                <w:lang w:eastAsia="ru-RU"/>
              </w:rPr>
              <w:t>91 189,4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31C69" w14:textId="14C21165" w:rsidR="00F52D57" w:rsidRPr="00760562" w:rsidRDefault="00760562" w:rsidP="00F52D5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60562">
              <w:rPr>
                <w:rFonts w:eastAsia="Times New Roman"/>
                <w:sz w:val="24"/>
                <w:szCs w:val="24"/>
                <w:lang w:eastAsia="ru-RU"/>
              </w:rPr>
              <w:t>36 034,1</w:t>
            </w:r>
          </w:p>
        </w:tc>
      </w:tr>
    </w:tbl>
    <w:p w14:paraId="72F0C87E" w14:textId="34E4BA70" w:rsidR="00CE3B38" w:rsidRDefault="00CE3B38" w:rsidP="002A6F44">
      <w:pPr>
        <w:ind w:hanging="425"/>
        <w:jc w:val="right"/>
        <w:rPr>
          <w:szCs w:val="28"/>
        </w:rPr>
      </w:pPr>
    </w:p>
    <w:p w14:paraId="38FD1E82" w14:textId="77777777" w:rsidR="00B9236A" w:rsidRDefault="00B9236A" w:rsidP="002A6F44">
      <w:pPr>
        <w:ind w:hanging="425"/>
        <w:jc w:val="right"/>
        <w:rPr>
          <w:szCs w:val="28"/>
        </w:rPr>
      </w:pPr>
    </w:p>
    <w:p w14:paraId="1A48803D" w14:textId="77777777" w:rsidR="000045E2" w:rsidRDefault="000045E2" w:rsidP="00461704">
      <w:pPr>
        <w:jc w:val="both"/>
        <w:rPr>
          <w:szCs w:val="28"/>
        </w:rPr>
      </w:pPr>
    </w:p>
    <w:p w14:paraId="2E50FA90" w14:textId="77777777" w:rsidR="000A3528" w:rsidRDefault="000A3528" w:rsidP="00461704">
      <w:pPr>
        <w:jc w:val="both"/>
        <w:rPr>
          <w:szCs w:val="28"/>
        </w:rPr>
      </w:pPr>
    </w:p>
    <w:p w14:paraId="00405855" w14:textId="77777777" w:rsidR="00F475A4" w:rsidRDefault="00F475A4" w:rsidP="00BF582D">
      <w:pPr>
        <w:autoSpaceDE w:val="0"/>
        <w:autoSpaceDN w:val="0"/>
        <w:adjustRightInd w:val="0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Исполняющий обязанности н</w:t>
      </w:r>
      <w:r w:rsidR="00F971A6">
        <w:rPr>
          <w:rFonts w:eastAsia="Calibri"/>
          <w:szCs w:val="28"/>
        </w:rPr>
        <w:t>ачальник</w:t>
      </w:r>
      <w:r>
        <w:rPr>
          <w:rFonts w:eastAsia="Calibri"/>
          <w:szCs w:val="28"/>
        </w:rPr>
        <w:t>а</w:t>
      </w:r>
    </w:p>
    <w:p w14:paraId="1C54FB97" w14:textId="77777777" w:rsidR="00F475A4" w:rsidRDefault="004506EE" w:rsidP="00BF582D">
      <w:pPr>
        <w:autoSpaceDE w:val="0"/>
        <w:autoSpaceDN w:val="0"/>
        <w:adjustRightInd w:val="0"/>
        <w:jc w:val="both"/>
        <w:rPr>
          <w:rFonts w:eastAsia="Calibri"/>
          <w:szCs w:val="28"/>
        </w:rPr>
      </w:pPr>
      <w:r w:rsidRPr="004506EE">
        <w:rPr>
          <w:rFonts w:eastAsia="Calibri"/>
          <w:szCs w:val="28"/>
        </w:rPr>
        <w:t xml:space="preserve">финансового управления </w:t>
      </w:r>
      <w:r w:rsidR="00F971A6">
        <w:rPr>
          <w:rFonts w:eastAsia="Calibri"/>
          <w:szCs w:val="28"/>
        </w:rPr>
        <w:t xml:space="preserve">администрации </w:t>
      </w:r>
    </w:p>
    <w:p w14:paraId="55D5ED2D" w14:textId="03449877" w:rsidR="004506EE" w:rsidRPr="004506EE" w:rsidRDefault="004506EE" w:rsidP="00BF582D">
      <w:pPr>
        <w:autoSpaceDE w:val="0"/>
        <w:autoSpaceDN w:val="0"/>
        <w:adjustRightInd w:val="0"/>
        <w:jc w:val="both"/>
        <w:rPr>
          <w:rFonts w:eastAsia="Calibri"/>
          <w:szCs w:val="28"/>
        </w:rPr>
      </w:pPr>
      <w:r w:rsidRPr="004506EE">
        <w:rPr>
          <w:rFonts w:eastAsia="Calibri"/>
          <w:szCs w:val="28"/>
        </w:rPr>
        <w:t>муниципального образования</w:t>
      </w:r>
    </w:p>
    <w:p w14:paraId="7C7626FA" w14:textId="3E219372" w:rsidR="00627195" w:rsidRPr="002C65D5" w:rsidRDefault="004506EE" w:rsidP="00BF582D">
      <w:pPr>
        <w:autoSpaceDE w:val="0"/>
        <w:autoSpaceDN w:val="0"/>
        <w:adjustRightInd w:val="0"/>
        <w:jc w:val="both"/>
        <w:rPr>
          <w:rFonts w:eastAsia="Calibri"/>
          <w:szCs w:val="28"/>
        </w:rPr>
      </w:pPr>
      <w:r w:rsidRPr="004506EE">
        <w:rPr>
          <w:rFonts w:eastAsia="Calibri"/>
          <w:szCs w:val="28"/>
        </w:rPr>
        <w:t xml:space="preserve">Новокубанский район </w:t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="00BF582D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proofErr w:type="spellStart"/>
      <w:r w:rsidR="00F475A4">
        <w:rPr>
          <w:rFonts w:eastAsia="Calibri"/>
          <w:szCs w:val="28"/>
        </w:rPr>
        <w:t>С.В.Артемьева</w:t>
      </w:r>
      <w:proofErr w:type="spellEnd"/>
    </w:p>
    <w:p w14:paraId="05B9CA1F" w14:textId="77777777" w:rsidR="007B710F" w:rsidRDefault="007B710F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</w:p>
    <w:p w14:paraId="42420051" w14:textId="438BAF0C" w:rsidR="00391F51" w:rsidRPr="002C65D5" w:rsidRDefault="00391F51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bookmarkStart w:id="0" w:name="_GoBack"/>
      <w:bookmarkEnd w:id="0"/>
    </w:p>
    <w:sectPr w:rsidR="00391F51" w:rsidRPr="002C65D5" w:rsidSect="002665DF">
      <w:headerReference w:type="default" r:id="rId7"/>
      <w:pgSz w:w="11906" w:h="16838"/>
      <w:pgMar w:top="1134" w:right="567" w:bottom="1134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E891B1" w14:textId="77777777" w:rsidR="00CD0B22" w:rsidRDefault="00CD0B22" w:rsidP="00E12559">
      <w:r>
        <w:separator/>
      </w:r>
    </w:p>
  </w:endnote>
  <w:endnote w:type="continuationSeparator" w:id="0">
    <w:p w14:paraId="3B301C4C" w14:textId="77777777" w:rsidR="00CD0B22" w:rsidRDefault="00CD0B22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B9C292" w14:textId="77777777" w:rsidR="00CD0B22" w:rsidRDefault="00CD0B22" w:rsidP="00E12559">
      <w:r>
        <w:separator/>
      </w:r>
    </w:p>
  </w:footnote>
  <w:footnote w:type="continuationSeparator" w:id="0">
    <w:p w14:paraId="2EAEFF93" w14:textId="77777777" w:rsidR="00CD0B22" w:rsidRDefault="00CD0B22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96356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6109444" w14:textId="77777777"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BF582D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45E2"/>
    <w:rsid w:val="00006410"/>
    <w:rsid w:val="0001195B"/>
    <w:rsid w:val="0001293A"/>
    <w:rsid w:val="0001470D"/>
    <w:rsid w:val="000171EC"/>
    <w:rsid w:val="000174E6"/>
    <w:rsid w:val="00017908"/>
    <w:rsid w:val="00021F50"/>
    <w:rsid w:val="00022143"/>
    <w:rsid w:val="000264D2"/>
    <w:rsid w:val="00027E59"/>
    <w:rsid w:val="0003020C"/>
    <w:rsid w:val="0003025E"/>
    <w:rsid w:val="00030A43"/>
    <w:rsid w:val="000325B3"/>
    <w:rsid w:val="00032D30"/>
    <w:rsid w:val="0003473F"/>
    <w:rsid w:val="00035823"/>
    <w:rsid w:val="00045A73"/>
    <w:rsid w:val="00053023"/>
    <w:rsid w:val="00053465"/>
    <w:rsid w:val="00053D90"/>
    <w:rsid w:val="000561B7"/>
    <w:rsid w:val="0006049E"/>
    <w:rsid w:val="00060BCF"/>
    <w:rsid w:val="0006187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5C0D"/>
    <w:rsid w:val="000763FC"/>
    <w:rsid w:val="00076D5F"/>
    <w:rsid w:val="00076EDA"/>
    <w:rsid w:val="00081C54"/>
    <w:rsid w:val="00083A73"/>
    <w:rsid w:val="000842B7"/>
    <w:rsid w:val="00084EF3"/>
    <w:rsid w:val="00085377"/>
    <w:rsid w:val="00085F79"/>
    <w:rsid w:val="00094253"/>
    <w:rsid w:val="0009541B"/>
    <w:rsid w:val="00097347"/>
    <w:rsid w:val="000A3309"/>
    <w:rsid w:val="000A3528"/>
    <w:rsid w:val="000A5796"/>
    <w:rsid w:val="000A5BD6"/>
    <w:rsid w:val="000B3421"/>
    <w:rsid w:val="000B6B06"/>
    <w:rsid w:val="000C3B40"/>
    <w:rsid w:val="000D0B2B"/>
    <w:rsid w:val="000E0089"/>
    <w:rsid w:val="000E0EA8"/>
    <w:rsid w:val="000E3772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25BF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17A"/>
    <w:rsid w:val="0016257F"/>
    <w:rsid w:val="001649F2"/>
    <w:rsid w:val="0016533C"/>
    <w:rsid w:val="00165752"/>
    <w:rsid w:val="00166BA5"/>
    <w:rsid w:val="00167F50"/>
    <w:rsid w:val="00171318"/>
    <w:rsid w:val="00171572"/>
    <w:rsid w:val="00171656"/>
    <w:rsid w:val="00171F04"/>
    <w:rsid w:val="001816E2"/>
    <w:rsid w:val="0018367A"/>
    <w:rsid w:val="00185C1E"/>
    <w:rsid w:val="00190533"/>
    <w:rsid w:val="00192AFE"/>
    <w:rsid w:val="00192B58"/>
    <w:rsid w:val="0019309E"/>
    <w:rsid w:val="0019509C"/>
    <w:rsid w:val="00195C65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4577"/>
    <w:rsid w:val="001B5D85"/>
    <w:rsid w:val="001B78D0"/>
    <w:rsid w:val="001C0F77"/>
    <w:rsid w:val="001C12F2"/>
    <w:rsid w:val="001C1AD2"/>
    <w:rsid w:val="001C42DF"/>
    <w:rsid w:val="001C47A6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1D93"/>
    <w:rsid w:val="00224113"/>
    <w:rsid w:val="002255C0"/>
    <w:rsid w:val="00226A66"/>
    <w:rsid w:val="00226F6C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4AEF"/>
    <w:rsid w:val="00256A66"/>
    <w:rsid w:val="00262F02"/>
    <w:rsid w:val="00264C9C"/>
    <w:rsid w:val="002665DF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405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35C0"/>
    <w:rsid w:val="002A40C7"/>
    <w:rsid w:val="002A4ABD"/>
    <w:rsid w:val="002A6F44"/>
    <w:rsid w:val="002A7901"/>
    <w:rsid w:val="002A7A30"/>
    <w:rsid w:val="002B07B3"/>
    <w:rsid w:val="002B0D11"/>
    <w:rsid w:val="002B4BA9"/>
    <w:rsid w:val="002C2E1B"/>
    <w:rsid w:val="002C613F"/>
    <w:rsid w:val="002C6526"/>
    <w:rsid w:val="002C65D5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469B"/>
    <w:rsid w:val="002F5AB0"/>
    <w:rsid w:val="002F5C5F"/>
    <w:rsid w:val="002F7840"/>
    <w:rsid w:val="0030077D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1D2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21F"/>
    <w:rsid w:val="00373CF8"/>
    <w:rsid w:val="0037779C"/>
    <w:rsid w:val="00380FF7"/>
    <w:rsid w:val="0038136A"/>
    <w:rsid w:val="0038163E"/>
    <w:rsid w:val="00382242"/>
    <w:rsid w:val="00382FFC"/>
    <w:rsid w:val="00384BB2"/>
    <w:rsid w:val="00391F51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54D1"/>
    <w:rsid w:val="003C6E5B"/>
    <w:rsid w:val="003D4A14"/>
    <w:rsid w:val="003D51E5"/>
    <w:rsid w:val="003D56B8"/>
    <w:rsid w:val="003D6A37"/>
    <w:rsid w:val="003E06B4"/>
    <w:rsid w:val="003E1497"/>
    <w:rsid w:val="003E1907"/>
    <w:rsid w:val="003E5BEF"/>
    <w:rsid w:val="003E7B63"/>
    <w:rsid w:val="003F66F1"/>
    <w:rsid w:val="003F6D8F"/>
    <w:rsid w:val="004007E9"/>
    <w:rsid w:val="0040190A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0731"/>
    <w:rsid w:val="00441285"/>
    <w:rsid w:val="0044291F"/>
    <w:rsid w:val="00444582"/>
    <w:rsid w:val="00447061"/>
    <w:rsid w:val="004506EE"/>
    <w:rsid w:val="004555AE"/>
    <w:rsid w:val="00461704"/>
    <w:rsid w:val="00462020"/>
    <w:rsid w:val="00472EBC"/>
    <w:rsid w:val="00472F81"/>
    <w:rsid w:val="00473173"/>
    <w:rsid w:val="0047414D"/>
    <w:rsid w:val="004755E0"/>
    <w:rsid w:val="004801E4"/>
    <w:rsid w:val="00481312"/>
    <w:rsid w:val="00481629"/>
    <w:rsid w:val="00482EF4"/>
    <w:rsid w:val="00485A54"/>
    <w:rsid w:val="004861D2"/>
    <w:rsid w:val="004918F5"/>
    <w:rsid w:val="00493BEB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5B2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5ED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24B1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1DD9"/>
    <w:rsid w:val="005521B0"/>
    <w:rsid w:val="00553A06"/>
    <w:rsid w:val="00553E19"/>
    <w:rsid w:val="00554F15"/>
    <w:rsid w:val="005618A7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1363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5845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37918"/>
    <w:rsid w:val="00641319"/>
    <w:rsid w:val="0064295B"/>
    <w:rsid w:val="0064372D"/>
    <w:rsid w:val="00645884"/>
    <w:rsid w:val="0064653F"/>
    <w:rsid w:val="00646BB1"/>
    <w:rsid w:val="00647FE4"/>
    <w:rsid w:val="00651044"/>
    <w:rsid w:val="00651593"/>
    <w:rsid w:val="00652240"/>
    <w:rsid w:val="00653105"/>
    <w:rsid w:val="00661C26"/>
    <w:rsid w:val="006636B0"/>
    <w:rsid w:val="00664380"/>
    <w:rsid w:val="00664BF8"/>
    <w:rsid w:val="006650B5"/>
    <w:rsid w:val="00666A22"/>
    <w:rsid w:val="00671501"/>
    <w:rsid w:val="00677268"/>
    <w:rsid w:val="00677694"/>
    <w:rsid w:val="0068154E"/>
    <w:rsid w:val="00681940"/>
    <w:rsid w:val="00681C71"/>
    <w:rsid w:val="006821C5"/>
    <w:rsid w:val="00682C24"/>
    <w:rsid w:val="006857DF"/>
    <w:rsid w:val="00686842"/>
    <w:rsid w:val="00691171"/>
    <w:rsid w:val="00692F3B"/>
    <w:rsid w:val="00694366"/>
    <w:rsid w:val="0069443E"/>
    <w:rsid w:val="00694F4D"/>
    <w:rsid w:val="006A16C2"/>
    <w:rsid w:val="006A7937"/>
    <w:rsid w:val="006A7AFA"/>
    <w:rsid w:val="006A7B0C"/>
    <w:rsid w:val="006B0D0E"/>
    <w:rsid w:val="006B3879"/>
    <w:rsid w:val="006B4995"/>
    <w:rsid w:val="006B60B5"/>
    <w:rsid w:val="006C03CE"/>
    <w:rsid w:val="006C11C9"/>
    <w:rsid w:val="006C2401"/>
    <w:rsid w:val="006C2D34"/>
    <w:rsid w:val="006C33EC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7EC"/>
    <w:rsid w:val="006D5C72"/>
    <w:rsid w:val="006E73B9"/>
    <w:rsid w:val="006F17A6"/>
    <w:rsid w:val="006F1B84"/>
    <w:rsid w:val="006F1CE9"/>
    <w:rsid w:val="006F63F1"/>
    <w:rsid w:val="006F7641"/>
    <w:rsid w:val="00702DAD"/>
    <w:rsid w:val="00702E9A"/>
    <w:rsid w:val="00703110"/>
    <w:rsid w:val="0070374D"/>
    <w:rsid w:val="00707A8C"/>
    <w:rsid w:val="00710041"/>
    <w:rsid w:val="007103EB"/>
    <w:rsid w:val="00711536"/>
    <w:rsid w:val="0071328B"/>
    <w:rsid w:val="00713E16"/>
    <w:rsid w:val="0071407D"/>
    <w:rsid w:val="00714EAA"/>
    <w:rsid w:val="00714FA5"/>
    <w:rsid w:val="00716E9A"/>
    <w:rsid w:val="00717EB7"/>
    <w:rsid w:val="007204E2"/>
    <w:rsid w:val="0072085B"/>
    <w:rsid w:val="00721B37"/>
    <w:rsid w:val="00723355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2DEF"/>
    <w:rsid w:val="00756A99"/>
    <w:rsid w:val="00760562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35D8"/>
    <w:rsid w:val="00783BD4"/>
    <w:rsid w:val="00792880"/>
    <w:rsid w:val="007941E5"/>
    <w:rsid w:val="00795316"/>
    <w:rsid w:val="007A2114"/>
    <w:rsid w:val="007A2AC8"/>
    <w:rsid w:val="007A5D0F"/>
    <w:rsid w:val="007A5E92"/>
    <w:rsid w:val="007A6A5C"/>
    <w:rsid w:val="007A6B8F"/>
    <w:rsid w:val="007B09F9"/>
    <w:rsid w:val="007B25FE"/>
    <w:rsid w:val="007B316E"/>
    <w:rsid w:val="007B37DB"/>
    <w:rsid w:val="007B6267"/>
    <w:rsid w:val="007B710F"/>
    <w:rsid w:val="007C2561"/>
    <w:rsid w:val="007C3A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13C8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3975"/>
    <w:rsid w:val="008263A4"/>
    <w:rsid w:val="0082670F"/>
    <w:rsid w:val="00827414"/>
    <w:rsid w:val="008319C2"/>
    <w:rsid w:val="00832136"/>
    <w:rsid w:val="00832BB9"/>
    <w:rsid w:val="00832DD0"/>
    <w:rsid w:val="008334BF"/>
    <w:rsid w:val="008357BD"/>
    <w:rsid w:val="00837EF3"/>
    <w:rsid w:val="0084006C"/>
    <w:rsid w:val="0084246F"/>
    <w:rsid w:val="00845107"/>
    <w:rsid w:val="00846208"/>
    <w:rsid w:val="00846258"/>
    <w:rsid w:val="00846675"/>
    <w:rsid w:val="008508C2"/>
    <w:rsid w:val="00852065"/>
    <w:rsid w:val="008525AA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57BC"/>
    <w:rsid w:val="008D67BA"/>
    <w:rsid w:val="008E0258"/>
    <w:rsid w:val="008E25E4"/>
    <w:rsid w:val="008E4548"/>
    <w:rsid w:val="008E5689"/>
    <w:rsid w:val="008E6499"/>
    <w:rsid w:val="008E6907"/>
    <w:rsid w:val="008E6BC1"/>
    <w:rsid w:val="008F0ED9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7AB"/>
    <w:rsid w:val="00921AED"/>
    <w:rsid w:val="0092624A"/>
    <w:rsid w:val="00930496"/>
    <w:rsid w:val="00930D54"/>
    <w:rsid w:val="00930F40"/>
    <w:rsid w:val="00934F35"/>
    <w:rsid w:val="009359A1"/>
    <w:rsid w:val="00937177"/>
    <w:rsid w:val="00937307"/>
    <w:rsid w:val="00940493"/>
    <w:rsid w:val="009426AC"/>
    <w:rsid w:val="00944536"/>
    <w:rsid w:val="0094759C"/>
    <w:rsid w:val="009508B4"/>
    <w:rsid w:val="00952551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10C9"/>
    <w:rsid w:val="009A47C6"/>
    <w:rsid w:val="009A5EB0"/>
    <w:rsid w:val="009B2C21"/>
    <w:rsid w:val="009B3F94"/>
    <w:rsid w:val="009C25A5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D6E25"/>
    <w:rsid w:val="009E0259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0C93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09B7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741"/>
    <w:rsid w:val="00AB2E95"/>
    <w:rsid w:val="00AB5340"/>
    <w:rsid w:val="00AB64D5"/>
    <w:rsid w:val="00AB761A"/>
    <w:rsid w:val="00AB7C01"/>
    <w:rsid w:val="00AC51E3"/>
    <w:rsid w:val="00AC6025"/>
    <w:rsid w:val="00AC6B9B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2C4A"/>
    <w:rsid w:val="00B63E1F"/>
    <w:rsid w:val="00B6626D"/>
    <w:rsid w:val="00B72AE5"/>
    <w:rsid w:val="00B76181"/>
    <w:rsid w:val="00B77E69"/>
    <w:rsid w:val="00B80B14"/>
    <w:rsid w:val="00B81877"/>
    <w:rsid w:val="00B81DC9"/>
    <w:rsid w:val="00B822C7"/>
    <w:rsid w:val="00B823DB"/>
    <w:rsid w:val="00B857B7"/>
    <w:rsid w:val="00B8662F"/>
    <w:rsid w:val="00B9236A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582D"/>
    <w:rsid w:val="00BF62B9"/>
    <w:rsid w:val="00BF734E"/>
    <w:rsid w:val="00C016B8"/>
    <w:rsid w:val="00C045BD"/>
    <w:rsid w:val="00C07B19"/>
    <w:rsid w:val="00C10D23"/>
    <w:rsid w:val="00C119B6"/>
    <w:rsid w:val="00C11B59"/>
    <w:rsid w:val="00C16F83"/>
    <w:rsid w:val="00C22BF7"/>
    <w:rsid w:val="00C27FB1"/>
    <w:rsid w:val="00C3148E"/>
    <w:rsid w:val="00C31830"/>
    <w:rsid w:val="00C3442C"/>
    <w:rsid w:val="00C35392"/>
    <w:rsid w:val="00C378F0"/>
    <w:rsid w:val="00C40567"/>
    <w:rsid w:val="00C50226"/>
    <w:rsid w:val="00C50EC8"/>
    <w:rsid w:val="00C532EB"/>
    <w:rsid w:val="00C535D0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A79E8"/>
    <w:rsid w:val="00CB1EDA"/>
    <w:rsid w:val="00CB2EC7"/>
    <w:rsid w:val="00CB327B"/>
    <w:rsid w:val="00CB76F4"/>
    <w:rsid w:val="00CC1F22"/>
    <w:rsid w:val="00CC2D3F"/>
    <w:rsid w:val="00CC7BF4"/>
    <w:rsid w:val="00CD0B22"/>
    <w:rsid w:val="00CD226D"/>
    <w:rsid w:val="00CD60DA"/>
    <w:rsid w:val="00CD67E7"/>
    <w:rsid w:val="00CD6B64"/>
    <w:rsid w:val="00CE0E3D"/>
    <w:rsid w:val="00CE266A"/>
    <w:rsid w:val="00CE2F15"/>
    <w:rsid w:val="00CE2F44"/>
    <w:rsid w:val="00CE3B38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5E8F"/>
    <w:rsid w:val="00D472CF"/>
    <w:rsid w:val="00D47C97"/>
    <w:rsid w:val="00D52111"/>
    <w:rsid w:val="00D55C96"/>
    <w:rsid w:val="00D55E5F"/>
    <w:rsid w:val="00D618D2"/>
    <w:rsid w:val="00D63BE5"/>
    <w:rsid w:val="00D64463"/>
    <w:rsid w:val="00D65AAF"/>
    <w:rsid w:val="00D66D98"/>
    <w:rsid w:val="00D672E0"/>
    <w:rsid w:val="00D67851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6241"/>
    <w:rsid w:val="00DA70E5"/>
    <w:rsid w:val="00DB132D"/>
    <w:rsid w:val="00DB14FB"/>
    <w:rsid w:val="00DB7E27"/>
    <w:rsid w:val="00DC1354"/>
    <w:rsid w:val="00DC342A"/>
    <w:rsid w:val="00DC4B2E"/>
    <w:rsid w:val="00DC4D47"/>
    <w:rsid w:val="00DC5EE6"/>
    <w:rsid w:val="00DC6EA7"/>
    <w:rsid w:val="00DC7791"/>
    <w:rsid w:val="00DD1DFA"/>
    <w:rsid w:val="00DD251E"/>
    <w:rsid w:val="00DD3CF6"/>
    <w:rsid w:val="00DD4669"/>
    <w:rsid w:val="00DD4F2A"/>
    <w:rsid w:val="00DD6C31"/>
    <w:rsid w:val="00DD7D32"/>
    <w:rsid w:val="00DE1037"/>
    <w:rsid w:val="00DE2C7B"/>
    <w:rsid w:val="00DE45E6"/>
    <w:rsid w:val="00DF00AE"/>
    <w:rsid w:val="00DF06C7"/>
    <w:rsid w:val="00DF0DD1"/>
    <w:rsid w:val="00DF1AC7"/>
    <w:rsid w:val="00DF2029"/>
    <w:rsid w:val="00DF23F0"/>
    <w:rsid w:val="00DF5A21"/>
    <w:rsid w:val="00DF5F5F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36A73"/>
    <w:rsid w:val="00E36D2B"/>
    <w:rsid w:val="00E4093E"/>
    <w:rsid w:val="00E4123F"/>
    <w:rsid w:val="00E418E8"/>
    <w:rsid w:val="00E422F0"/>
    <w:rsid w:val="00E430C0"/>
    <w:rsid w:val="00E432F7"/>
    <w:rsid w:val="00E4533D"/>
    <w:rsid w:val="00E45734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2C03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2C24"/>
    <w:rsid w:val="00EF39D7"/>
    <w:rsid w:val="00EF4828"/>
    <w:rsid w:val="00EF49A7"/>
    <w:rsid w:val="00EF538E"/>
    <w:rsid w:val="00EF6930"/>
    <w:rsid w:val="00EF7229"/>
    <w:rsid w:val="00F0011F"/>
    <w:rsid w:val="00F014C4"/>
    <w:rsid w:val="00F0154D"/>
    <w:rsid w:val="00F01E94"/>
    <w:rsid w:val="00F02950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D76"/>
    <w:rsid w:val="00F42CA6"/>
    <w:rsid w:val="00F42D4A"/>
    <w:rsid w:val="00F452A3"/>
    <w:rsid w:val="00F475A4"/>
    <w:rsid w:val="00F476B0"/>
    <w:rsid w:val="00F512A7"/>
    <w:rsid w:val="00F52D5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608"/>
    <w:rsid w:val="00F86717"/>
    <w:rsid w:val="00F86B42"/>
    <w:rsid w:val="00F86B47"/>
    <w:rsid w:val="00F8702D"/>
    <w:rsid w:val="00F90430"/>
    <w:rsid w:val="00F91FBB"/>
    <w:rsid w:val="00F9337F"/>
    <w:rsid w:val="00F933B7"/>
    <w:rsid w:val="00F971A6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6ACF"/>
    <w:rsid w:val="00FD79A7"/>
    <w:rsid w:val="00FE0B68"/>
    <w:rsid w:val="00FE129D"/>
    <w:rsid w:val="00FE3F68"/>
    <w:rsid w:val="00FE4503"/>
    <w:rsid w:val="00FE691B"/>
    <w:rsid w:val="00FF3996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4CBDD912"/>
  <w15:docId w15:val="{74DB900A-2F03-4987-8DC9-D254F7620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24BF1-2BA2-48B5-8311-2C61535F6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895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Шмойлова Наталья Николаевна</cp:lastModifiedBy>
  <cp:revision>159</cp:revision>
  <cp:lastPrinted>2024-06-20T14:02:00Z</cp:lastPrinted>
  <dcterms:created xsi:type="dcterms:W3CDTF">2017-09-18T13:02:00Z</dcterms:created>
  <dcterms:modified xsi:type="dcterms:W3CDTF">2025-11-08T08:18:00Z</dcterms:modified>
</cp:coreProperties>
</file>